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  <w:r w:rsidR="00216EEF" w:rsidRPr="00216EEF">
        <w:rPr>
          <w:rFonts w:ascii="宋体" w:hAnsi="宋体" w:hint="eastAsia"/>
          <w:bCs/>
          <w:sz w:val="32"/>
          <w:szCs w:val="32"/>
        </w:rPr>
        <w:t>广东省人民医院急救五大专科中心建设项目</w:t>
      </w:r>
    </w:p>
    <w:p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:rsidR="007849A6" w:rsidRDefault="007849A6" w:rsidP="007849A6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  <w:r w:rsidR="00216EEF" w:rsidRPr="00216EEF">
        <w:rPr>
          <w:rFonts w:ascii="宋体" w:hAnsi="宋体" w:hint="eastAsia"/>
          <w:bCs/>
          <w:sz w:val="32"/>
          <w:szCs w:val="32"/>
        </w:rPr>
        <w:t>广东省人民医院急救五大专科中心建设项目</w:t>
      </w:r>
      <w:bookmarkStart w:id="0" w:name="_GoBack"/>
      <w:bookmarkEnd w:id="0"/>
    </w:p>
    <w:p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8781" w:type="dxa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57"/>
        <w:gridCol w:w="1975"/>
        <w:gridCol w:w="1668"/>
        <w:gridCol w:w="993"/>
        <w:gridCol w:w="992"/>
        <w:gridCol w:w="2022"/>
      </w:tblGrid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规格/型号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</w:t>
      </w:r>
      <w:r>
        <w:rPr>
          <w:rFonts w:hAnsi="宋体" w:hint="eastAsia"/>
          <w:sz w:val="24"/>
          <w:szCs w:val="24"/>
        </w:rPr>
        <w:lastRenderedPageBreak/>
        <w:t>方无须再向供应商支付总报价之外的任何费用。</w:t>
      </w:r>
    </w:p>
    <w:p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6FB" w:rsidRDefault="000556FB" w:rsidP="00695F1F">
      <w:r>
        <w:separator/>
      </w:r>
    </w:p>
  </w:endnote>
  <w:endnote w:type="continuationSeparator" w:id="0">
    <w:p w:rsidR="000556FB" w:rsidRDefault="000556FB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6FB" w:rsidRDefault="000556FB" w:rsidP="00695F1F">
      <w:r>
        <w:separator/>
      </w:r>
    </w:p>
  </w:footnote>
  <w:footnote w:type="continuationSeparator" w:id="0">
    <w:p w:rsidR="000556FB" w:rsidRDefault="000556FB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A6"/>
    <w:rsid w:val="00023143"/>
    <w:rsid w:val="000556FB"/>
    <w:rsid w:val="000F1D76"/>
    <w:rsid w:val="00216EEF"/>
    <w:rsid w:val="00277D17"/>
    <w:rsid w:val="00462441"/>
    <w:rsid w:val="005076E8"/>
    <w:rsid w:val="00695F1F"/>
    <w:rsid w:val="007849A6"/>
    <w:rsid w:val="00A12A6B"/>
    <w:rsid w:val="00A72F36"/>
    <w:rsid w:val="00B65751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吴龙</cp:lastModifiedBy>
  <cp:revision>3</cp:revision>
  <dcterms:created xsi:type="dcterms:W3CDTF">2022-04-29T05:50:00Z</dcterms:created>
  <dcterms:modified xsi:type="dcterms:W3CDTF">2024-04-24T12:02:00Z</dcterms:modified>
</cp:coreProperties>
</file>